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E5DE5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4E5DE5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4E5DE5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4E5DE5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4E5DE5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4E5DE5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0301EF" w:rsidRDefault="0071620A" w:rsidP="000301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4E5DE5">
        <w:rPr>
          <w:rFonts w:ascii="Corbel" w:hAnsi="Corbel" w:cstheme="minorHAnsi"/>
          <w:i/>
          <w:smallCaps/>
          <w:sz w:val="24"/>
          <w:szCs w:val="24"/>
        </w:rPr>
        <w:t>.</w:t>
      </w:r>
      <w:r w:rsidR="000301EF" w:rsidRPr="000301EF">
        <w:rPr>
          <w:rFonts w:ascii="Corbel" w:hAnsi="Corbel"/>
          <w:i/>
          <w:smallCaps/>
          <w:sz w:val="24"/>
          <w:szCs w:val="24"/>
        </w:rPr>
        <w:t xml:space="preserve"> </w:t>
      </w:r>
      <w:r w:rsidR="000301E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4E5DE5" w:rsidRDefault="0085747A" w:rsidP="004E5DE5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bookmarkStart w:id="0" w:name="_GoBack"/>
      <w:bookmarkEnd w:id="0"/>
      <w:r w:rsidRPr="004E5DE5">
        <w:rPr>
          <w:rFonts w:ascii="Corbel" w:hAnsi="Corbel" w:cstheme="minorHAnsi"/>
          <w:i/>
          <w:sz w:val="24"/>
          <w:szCs w:val="24"/>
        </w:rPr>
        <w:t>(skrajne daty</w:t>
      </w:r>
      <w:r w:rsidRPr="004E5DE5">
        <w:rPr>
          <w:rFonts w:ascii="Corbel" w:hAnsi="Corbel" w:cstheme="minorHAnsi"/>
          <w:sz w:val="24"/>
          <w:szCs w:val="24"/>
        </w:rPr>
        <w:t>)</w:t>
      </w:r>
    </w:p>
    <w:p w:rsidR="00445970" w:rsidRPr="004E5DE5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02E63">
        <w:rPr>
          <w:rFonts w:ascii="Corbel" w:hAnsi="Corbel" w:cstheme="minorHAnsi"/>
          <w:sz w:val="24"/>
          <w:szCs w:val="24"/>
        </w:rPr>
        <w:t>202</w:t>
      </w:r>
      <w:r w:rsidR="000301EF">
        <w:rPr>
          <w:rFonts w:ascii="Corbel" w:hAnsi="Corbel" w:cstheme="minorHAnsi"/>
          <w:sz w:val="24"/>
          <w:szCs w:val="24"/>
        </w:rPr>
        <w:t>2</w:t>
      </w:r>
      <w:r w:rsidR="004E5DE5" w:rsidRPr="004E5DE5">
        <w:rPr>
          <w:rFonts w:ascii="Corbel" w:hAnsi="Corbel" w:cstheme="minorHAnsi"/>
          <w:sz w:val="24"/>
          <w:szCs w:val="24"/>
        </w:rPr>
        <w:t>/20</w:t>
      </w:r>
      <w:r w:rsidR="00302E63">
        <w:rPr>
          <w:rFonts w:ascii="Corbel" w:hAnsi="Corbel" w:cstheme="minorHAnsi"/>
          <w:sz w:val="24"/>
          <w:szCs w:val="24"/>
        </w:rPr>
        <w:t>2</w:t>
      </w:r>
      <w:r w:rsidR="000301EF">
        <w:rPr>
          <w:rFonts w:ascii="Corbel" w:hAnsi="Corbel" w:cstheme="minorHAnsi"/>
          <w:sz w:val="24"/>
          <w:szCs w:val="24"/>
        </w:rPr>
        <w:t>3</w:t>
      </w:r>
    </w:p>
    <w:p w:rsidR="0085747A" w:rsidRPr="004E5DE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4E5DE5">
        <w:rPr>
          <w:rFonts w:ascii="Corbel" w:hAnsi="Corbel" w:cstheme="minorHAnsi"/>
          <w:b w:val="0"/>
          <w:szCs w:val="24"/>
        </w:rPr>
        <w:t>1</w:t>
      </w:r>
      <w:r w:rsidRPr="004E5DE5">
        <w:rPr>
          <w:rFonts w:ascii="Corbel" w:hAnsi="Corbel" w:cstheme="minorHAnsi"/>
          <w:szCs w:val="24"/>
        </w:rPr>
        <w:t xml:space="preserve">. </w:t>
      </w:r>
      <w:r w:rsidR="0085747A" w:rsidRPr="004E5DE5">
        <w:rPr>
          <w:rFonts w:ascii="Corbel" w:hAnsi="Corbel" w:cstheme="minorHAnsi"/>
          <w:szCs w:val="24"/>
        </w:rPr>
        <w:t xml:space="preserve">Podstawowe </w:t>
      </w:r>
      <w:r w:rsidR="00445970" w:rsidRPr="004E5DE5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E391A" w:rsidRPr="00FD55B4" w:rsidRDefault="00875E71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391A" w:rsidRPr="00FD55B4" w:rsidRDefault="00B71A55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0E391A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391A" w:rsidRPr="00FD55B4" w:rsidRDefault="002831CC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:rsidR="006938B5" w:rsidRPr="004E5DE5" w:rsidRDefault="006938B5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:rsidR="0085747A" w:rsidRPr="004E5DE5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b w:val="0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>.</w:t>
      </w:r>
      <w:r w:rsidR="00E22FBC" w:rsidRPr="004E5DE5">
        <w:rPr>
          <w:rFonts w:ascii="Corbel" w:hAnsi="Corbel" w:cstheme="minorHAnsi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E5DE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4E5D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(</w:t>
            </w:r>
            <w:r w:rsidR="00363F78" w:rsidRPr="004E5DE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Liczba pkt</w:t>
            </w:r>
            <w:r w:rsidR="00B90885" w:rsidRPr="004E5DE5">
              <w:rPr>
                <w:rFonts w:ascii="Corbel" w:hAnsi="Corbel" w:cstheme="minorHAnsi"/>
                <w:szCs w:val="24"/>
              </w:rPr>
              <w:t>.</w:t>
            </w:r>
            <w:r w:rsidRPr="004E5DE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4E5DE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2831C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884A0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938B5" w:rsidRPr="004E5DE5" w:rsidRDefault="006938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E5DE5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4E5DE5" w:rsidRDefault="004E5DE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4E5DE5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4E5DE5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6938B5" w:rsidRPr="004E5DE5" w:rsidRDefault="006938B5" w:rsidP="002831CC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4E5D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E5DE5">
        <w:rPr>
          <w:rFonts w:ascii="Corbel" w:hAnsi="Corbel" w:cstheme="minorHAnsi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>For</w:t>
      </w:r>
      <w:r w:rsidR="00445970" w:rsidRPr="004E5DE5">
        <w:rPr>
          <w:rFonts w:ascii="Corbel" w:hAnsi="Corbel" w:cstheme="minorHAnsi"/>
          <w:smallCaps w:val="0"/>
          <w:szCs w:val="24"/>
        </w:rPr>
        <w:t>ma zaliczenia przedmiotu</w:t>
      </w:r>
      <w:r w:rsidR="00445970" w:rsidRPr="004E5DE5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4E5DE5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4E5DE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745302">
        <w:tc>
          <w:tcPr>
            <w:tcW w:w="9670" w:type="dxa"/>
          </w:tcPr>
          <w:p w:rsidR="0085747A" w:rsidRPr="004E5DE5" w:rsidRDefault="00C735C6" w:rsidP="002831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DE5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>3.</w:t>
      </w:r>
      <w:r w:rsidR="00A84C85" w:rsidRPr="004E5DE5">
        <w:rPr>
          <w:rFonts w:ascii="Corbel" w:hAnsi="Corbel" w:cstheme="minorHAnsi"/>
          <w:szCs w:val="24"/>
        </w:rPr>
        <w:t>cele, efekty uczenia się</w:t>
      </w:r>
      <w:r w:rsidR="0085747A" w:rsidRPr="004E5DE5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4E5DE5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3.1 </w:t>
      </w:r>
      <w:r w:rsidR="00C05F44" w:rsidRPr="004E5DE5">
        <w:rPr>
          <w:rFonts w:ascii="Corbel" w:hAnsi="Corbel" w:cstheme="minorHAnsi"/>
          <w:sz w:val="24"/>
          <w:szCs w:val="24"/>
        </w:rPr>
        <w:t>Cele przedmiotu</w:t>
      </w:r>
    </w:p>
    <w:p w:rsidR="00F83B28" w:rsidRPr="004E5DE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4E5DE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E5DE5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E5DE5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E5DE5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4E5DE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E5DE5" w:rsidTr="0071620A">
        <w:tc>
          <w:tcPr>
            <w:tcW w:w="1701" w:type="dxa"/>
            <w:vAlign w:val="center"/>
          </w:tcPr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4E5DE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85747A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je z wykorzystaniem wiedzy 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>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85747A" w:rsidRPr="004E5DE5" w:rsidRDefault="00C00FCD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E6ABC" w:rsidRPr="004E5DE5" w:rsidRDefault="00C00FCD" w:rsidP="002831CC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85747A" w:rsidRPr="004E5DE5" w:rsidRDefault="0085747A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E5DE5" w:rsidTr="002831CC">
        <w:tc>
          <w:tcPr>
            <w:tcW w:w="1701" w:type="dxa"/>
          </w:tcPr>
          <w:p w:rsidR="00FE6ABC" w:rsidRPr="004E5DE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C00FCD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4E5D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3.3</w:t>
      </w:r>
      <w:r w:rsidR="0085747A" w:rsidRPr="004E5DE5">
        <w:rPr>
          <w:rFonts w:ascii="Corbel" w:hAnsi="Corbel" w:cstheme="minorHAnsi"/>
          <w:sz w:val="24"/>
          <w:szCs w:val="24"/>
        </w:rPr>
        <w:t>T</w:t>
      </w:r>
      <w:r w:rsidR="001D7B54" w:rsidRPr="004E5DE5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4E5D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 Sokratesa wezwanie do życia cnotliwego. Intelektualizm etyczny. Dramat wierności prawdzie. Cynicy i cyrenaicy – zniekształcenie myśli Sokratesa.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2. . Odkrycie świata idealnego – Platon. Człowiek w poszukiwaniu „wyjścia z jaskini”. Dualizm platońskiej filozofii i jego konsekwencje w etyce, polityce, wychowaniu i teorii sztuki. Filozofia w poszukiwaniu złotego środka: Arystoteles.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3.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 W poszukiwaniu równowagi między wiarą a rozumem. Przełomowy charakter filozofii św. Augustyna. Narodziny scholastyki: m. in. św. </w:t>
            </w:r>
            <w:r w:rsidRPr="004E5DE5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Filozofia św. Tomasza z Akwinu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4. Człowiek renesansu na rozdrożu: istota o niezwykłej godności (Ficino, Pico) czy „nędzne stworzenie” (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,  Montaigne)? Filozofia u źródeł rewolucji naukowej: Kopernik, Bruno, Galileusz, Bacon, Newton. Kartezjański przewrót w filozofii: „cogito” w poszukiwaniu prawdy.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Filozofia po Kartezjuszu: Pascal, Hobbes, Hume,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5. . Filozofia „oświecona” – prawda i mity. Voltaire i Rousseau,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7.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:rsidR="00675843" w:rsidRPr="004E5DE5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4E5DE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>3.4 Metody dydaktyczne</w:t>
      </w: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4E5D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E5DE5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4E5D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397F7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E5DE5">
        <w:rPr>
          <w:rFonts w:ascii="Corbel" w:hAnsi="Corbel" w:cstheme="minorHAnsi"/>
          <w:b w:val="0"/>
          <w:smallCaps w:val="0"/>
          <w:szCs w:val="24"/>
        </w:rPr>
        <w:t>uczenia się</w:t>
      </w:r>
      <w:r w:rsidR="004E5DE5"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E5DE5" w:rsidTr="00C05F44">
        <w:tc>
          <w:tcPr>
            <w:tcW w:w="1985" w:type="dxa"/>
            <w:vAlign w:val="center"/>
          </w:tcPr>
          <w:p w:rsidR="0085747A" w:rsidRPr="004E5D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E5DE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E5D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E5DE5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  <w:r w:rsidR="00397F7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4E5DE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E5DE5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923D7D">
        <w:tc>
          <w:tcPr>
            <w:tcW w:w="9670" w:type="dxa"/>
          </w:tcPr>
          <w:p w:rsidR="0085747A" w:rsidRPr="004E5DE5" w:rsidRDefault="00566B0F" w:rsidP="004E5D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4E5DE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5</w:t>
      </w:r>
      <w:r w:rsidRPr="004E5DE5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4E5DE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E5DE5" w:rsidTr="003E1941">
        <w:tc>
          <w:tcPr>
            <w:tcW w:w="4962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4E5DE5" w:rsidRDefault="0014573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4E5DE5" w:rsidRDefault="004E5DE5" w:rsidP="00397F7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P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>rzygotowanie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do 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 xml:space="preserve">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  <w:r w:rsidR="00145734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85747A" w:rsidRPr="004E5DE5" w:rsidTr="00923D7D"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B92CAE"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4E5DE5" w:rsidTr="003A26AB">
        <w:trPr>
          <w:trHeight w:val="185"/>
        </w:trPr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4E5DE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E5DE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E5DE5">
        <w:rPr>
          <w:rFonts w:ascii="Corbel" w:hAnsi="Corbel" w:cstheme="minorHAnsi"/>
          <w:smallCaps w:val="0"/>
          <w:szCs w:val="24"/>
        </w:rPr>
        <w:t>PRAKTYKI ZAWO</w:t>
      </w:r>
      <w:r w:rsidR="009C1331" w:rsidRPr="004E5DE5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4E5DE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4E5DE5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E5DE5">
        <w:rPr>
          <w:rFonts w:ascii="Corbel" w:hAnsi="Corbel" w:cstheme="minorHAnsi"/>
          <w:smallCaps w:val="0"/>
          <w:szCs w:val="24"/>
        </w:rPr>
        <w:t>LITERATURA</w:t>
      </w:r>
    </w:p>
    <w:p w:rsidR="00675843" w:rsidRPr="004E5DE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</w:t>
            </w:r>
            <w:r w:rsid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Ajdukiewicz K., Zagadnienia i kierunki filozofii, Kęty-Warszawa 2003. 2.Bocheński J., Zarys historii filozofii, Kraków 1993. 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2831CC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filozoficzny dla młodzieży, Wiedza Powszechna, Warszawa 1996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E5DE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Poznań 1999.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566B0F" w:rsidRPr="004E5DE5" w:rsidRDefault="00566B0F" w:rsidP="00566B0F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4E5D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DE" w:rsidRDefault="004412DE" w:rsidP="00C16ABF">
      <w:pPr>
        <w:spacing w:after="0" w:line="240" w:lineRule="auto"/>
      </w:pPr>
      <w:r>
        <w:separator/>
      </w:r>
    </w:p>
  </w:endnote>
  <w:endnote w:type="continuationSeparator" w:id="0">
    <w:p w:rsidR="004412DE" w:rsidRDefault="004412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DE" w:rsidRDefault="004412DE" w:rsidP="00C16ABF">
      <w:pPr>
        <w:spacing w:after="0" w:line="240" w:lineRule="auto"/>
      </w:pPr>
      <w:r>
        <w:separator/>
      </w:r>
    </w:p>
  </w:footnote>
  <w:footnote w:type="continuationSeparator" w:id="0">
    <w:p w:rsidR="004412DE" w:rsidRDefault="004412D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574A4"/>
    <w:multiLevelType w:val="hybridMultilevel"/>
    <w:tmpl w:val="D3003F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1EF"/>
    <w:rsid w:val="00042A51"/>
    <w:rsid w:val="00042D2E"/>
    <w:rsid w:val="00044C82"/>
    <w:rsid w:val="00070ED6"/>
    <w:rsid w:val="000742DC"/>
    <w:rsid w:val="00074476"/>
    <w:rsid w:val="00075290"/>
    <w:rsid w:val="00084C12"/>
    <w:rsid w:val="0009462C"/>
    <w:rsid w:val="00094B12"/>
    <w:rsid w:val="00096C46"/>
    <w:rsid w:val="000A296F"/>
    <w:rsid w:val="000A2A28"/>
    <w:rsid w:val="000A7720"/>
    <w:rsid w:val="000B192D"/>
    <w:rsid w:val="000B28EE"/>
    <w:rsid w:val="000B3E37"/>
    <w:rsid w:val="000D04B0"/>
    <w:rsid w:val="000E3017"/>
    <w:rsid w:val="000E391A"/>
    <w:rsid w:val="000F1C57"/>
    <w:rsid w:val="000F5615"/>
    <w:rsid w:val="00113A1B"/>
    <w:rsid w:val="00115DD0"/>
    <w:rsid w:val="00124BFF"/>
    <w:rsid w:val="0012560E"/>
    <w:rsid w:val="00127108"/>
    <w:rsid w:val="00134B13"/>
    <w:rsid w:val="00145734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D07C4"/>
    <w:rsid w:val="001D657B"/>
    <w:rsid w:val="001D7B54"/>
    <w:rsid w:val="001E0209"/>
    <w:rsid w:val="001F2CA2"/>
    <w:rsid w:val="00200C43"/>
    <w:rsid w:val="002144C0"/>
    <w:rsid w:val="0022477D"/>
    <w:rsid w:val="00226590"/>
    <w:rsid w:val="002278A9"/>
    <w:rsid w:val="002336F9"/>
    <w:rsid w:val="0024028F"/>
    <w:rsid w:val="00244ABC"/>
    <w:rsid w:val="00263169"/>
    <w:rsid w:val="002728D8"/>
    <w:rsid w:val="00281FF2"/>
    <w:rsid w:val="002831C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2E6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81"/>
    <w:rsid w:val="00397F7D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12106"/>
    <w:rsid w:val="00414E3C"/>
    <w:rsid w:val="0042244A"/>
    <w:rsid w:val="0042745A"/>
    <w:rsid w:val="00431D5C"/>
    <w:rsid w:val="00434F8A"/>
    <w:rsid w:val="004362C6"/>
    <w:rsid w:val="00437FA2"/>
    <w:rsid w:val="004412DE"/>
    <w:rsid w:val="00445970"/>
    <w:rsid w:val="00456FE7"/>
    <w:rsid w:val="0045729E"/>
    <w:rsid w:val="00461EFC"/>
    <w:rsid w:val="0046330C"/>
    <w:rsid w:val="004652C2"/>
    <w:rsid w:val="00467A7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DE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328"/>
    <w:rsid w:val="0056696D"/>
    <w:rsid w:val="00566B0F"/>
    <w:rsid w:val="00573EF9"/>
    <w:rsid w:val="0059484D"/>
    <w:rsid w:val="005A0855"/>
    <w:rsid w:val="005A3196"/>
    <w:rsid w:val="005A5EF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1A12"/>
    <w:rsid w:val="00682435"/>
    <w:rsid w:val="00682F99"/>
    <w:rsid w:val="006938B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20"/>
    <w:rsid w:val="0078168C"/>
    <w:rsid w:val="00787C2A"/>
    <w:rsid w:val="00790E27"/>
    <w:rsid w:val="007A4022"/>
    <w:rsid w:val="007A6E6E"/>
    <w:rsid w:val="007C3299"/>
    <w:rsid w:val="007C3BCC"/>
    <w:rsid w:val="007C4546"/>
    <w:rsid w:val="007C6CE3"/>
    <w:rsid w:val="007D4AE3"/>
    <w:rsid w:val="007D6E56"/>
    <w:rsid w:val="007E7AE3"/>
    <w:rsid w:val="007F1652"/>
    <w:rsid w:val="007F4155"/>
    <w:rsid w:val="0081554D"/>
    <w:rsid w:val="0081707E"/>
    <w:rsid w:val="008449B3"/>
    <w:rsid w:val="0085747A"/>
    <w:rsid w:val="00875E71"/>
    <w:rsid w:val="00884922"/>
    <w:rsid w:val="00884A07"/>
    <w:rsid w:val="00885F64"/>
    <w:rsid w:val="008917F9"/>
    <w:rsid w:val="008957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097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4AA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1A55"/>
    <w:rsid w:val="00B75946"/>
    <w:rsid w:val="00B8056E"/>
    <w:rsid w:val="00B819C8"/>
    <w:rsid w:val="00B82308"/>
    <w:rsid w:val="00B90885"/>
    <w:rsid w:val="00B92CAE"/>
    <w:rsid w:val="00BB520A"/>
    <w:rsid w:val="00BD3869"/>
    <w:rsid w:val="00BD66E9"/>
    <w:rsid w:val="00BD6FF4"/>
    <w:rsid w:val="00BF2C41"/>
    <w:rsid w:val="00C00F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287"/>
    <w:rsid w:val="00C735C6"/>
    <w:rsid w:val="00C766DF"/>
    <w:rsid w:val="00C94B98"/>
    <w:rsid w:val="00CA2B96"/>
    <w:rsid w:val="00CA5089"/>
    <w:rsid w:val="00CB42CB"/>
    <w:rsid w:val="00CC0899"/>
    <w:rsid w:val="00CD6897"/>
    <w:rsid w:val="00CE5BAC"/>
    <w:rsid w:val="00CF25BE"/>
    <w:rsid w:val="00CF78ED"/>
    <w:rsid w:val="00D02B25"/>
    <w:rsid w:val="00D02EBA"/>
    <w:rsid w:val="00D17C3C"/>
    <w:rsid w:val="00D2544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A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77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80"/>
    <w:rsid w:val="00F070AB"/>
    <w:rsid w:val="00F17567"/>
    <w:rsid w:val="00F27A7B"/>
    <w:rsid w:val="00F41AE0"/>
    <w:rsid w:val="00F526AF"/>
    <w:rsid w:val="00F52A05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55CF"/>
  <w15:docId w15:val="{44E8A347-AF83-48C2-A405-35ADA0BD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BCC3-702A-4483-BAFC-AB683E78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1014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2020-10-19T06:15:00Z</cp:lastPrinted>
  <dcterms:created xsi:type="dcterms:W3CDTF">2019-10-24T16:45:00Z</dcterms:created>
  <dcterms:modified xsi:type="dcterms:W3CDTF">2022-03-14T10:51:00Z</dcterms:modified>
</cp:coreProperties>
</file>